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B4208A" w:rsidP="00B4208A">
            <w:r w:rsidRPr="00B4208A">
              <w:rPr>
                <w:rFonts w:ascii="Helvetica" w:hAnsi="Helvetica"/>
              </w:rPr>
              <w:t>12540/2023-SŽ-SSV-Ú3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3C365C" w:rsidRDefault="00F862D6" w:rsidP="0077673A">
            <w:r w:rsidRPr="003C365C">
              <w:t>Listů/příloh</w:t>
            </w:r>
          </w:p>
        </w:tc>
        <w:tc>
          <w:tcPr>
            <w:tcW w:w="2552" w:type="dxa"/>
          </w:tcPr>
          <w:p w:rsidR="00F862D6" w:rsidRPr="003C365C" w:rsidRDefault="003C365C" w:rsidP="00CC1E2B">
            <w:r w:rsidRPr="003C365C">
              <w:t>2</w:t>
            </w:r>
            <w:r w:rsidR="003E6B9A" w:rsidRPr="003C365C">
              <w:t>/</w:t>
            </w:r>
            <w:r w:rsidR="0083317F">
              <w:t>5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706EDE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706EDE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706EDE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3C365C" w:rsidRDefault="009A7568" w:rsidP="009A7568"/>
        </w:tc>
        <w:tc>
          <w:tcPr>
            <w:tcW w:w="2552" w:type="dxa"/>
          </w:tcPr>
          <w:p w:rsidR="009A7568" w:rsidRPr="003C365C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3C365C" w:rsidRDefault="009A7568" w:rsidP="009A7568">
            <w:r w:rsidRPr="003C365C">
              <w:t>Datum</w:t>
            </w:r>
          </w:p>
        </w:tc>
        <w:tc>
          <w:tcPr>
            <w:tcW w:w="2552" w:type="dxa"/>
          </w:tcPr>
          <w:p w:rsidR="009A7568" w:rsidRPr="003C365C" w:rsidRDefault="008666FD" w:rsidP="009A7568">
            <w:r>
              <w:t>25. října 2023</w:t>
            </w:r>
            <w:bookmarkStart w:id="0" w:name="_GoBack"/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06EDE" w:rsidRPr="00706EDE">
        <w:rPr>
          <w:rFonts w:eastAsia="Calibri" w:cs="Times New Roman"/>
          <w:b/>
          <w:lang w:eastAsia="cs-CZ"/>
        </w:rPr>
        <w:t>Státní hranice Slovenská republika (Střelná) – Vsetín (mimo) – konverze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06EDE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706EDE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C365C" w:rsidRPr="00BD5319" w:rsidRDefault="003C365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DB1749" w:rsidRDefault="00BD5319" w:rsidP="00BD5319">
      <w:pPr>
        <w:spacing w:after="0" w:line="240" w:lineRule="auto"/>
      </w:pPr>
      <w:r w:rsidRPr="00BD5319">
        <w:rPr>
          <w:rFonts w:eastAsia="Calibri" w:cs="Times New Roman"/>
          <w:b/>
          <w:lang w:eastAsia="cs-CZ"/>
        </w:rPr>
        <w:t>Dotaz č. 1:</w:t>
      </w:r>
      <w:r w:rsidR="00DB1749">
        <w:t xml:space="preserve"> </w:t>
      </w:r>
    </w:p>
    <w:p w:rsidR="00BD5319" w:rsidRPr="00706EDE" w:rsidRDefault="00706EDE" w:rsidP="00706EDE">
      <w:pPr>
        <w:spacing w:after="160" w:line="252" w:lineRule="auto"/>
      </w:pPr>
      <w:r>
        <w:t xml:space="preserve">V blokových schématech sdělovacího zařízení </w:t>
      </w:r>
      <w:r w:rsidRPr="00706EDE">
        <w:rPr>
          <w:b/>
          <w:bCs/>
        </w:rPr>
        <w:t xml:space="preserve">PS 05-02-11 </w:t>
      </w:r>
      <w:r w:rsidRPr="00706EDE">
        <w:rPr>
          <w:bCs/>
        </w:rPr>
        <w:t>(</w:t>
      </w:r>
      <w:r w:rsidRPr="00500495">
        <w:t>Ž</w:t>
      </w:r>
      <w:r>
        <w:t>ST Valašská Polanka, doplnění</w:t>
      </w:r>
      <w:r w:rsidRPr="00706EDE">
        <w:rPr>
          <w:b/>
          <w:bCs/>
        </w:rPr>
        <w:t xml:space="preserve"> </w:t>
      </w:r>
      <w:r>
        <w:t>MK),</w:t>
      </w:r>
      <w:r w:rsidRPr="00706EDE">
        <w:rPr>
          <w:b/>
          <w:bCs/>
        </w:rPr>
        <w:t xml:space="preserve"> PS 07-02-11 (</w:t>
      </w:r>
      <w:r>
        <w:t>ŽST. Horní Lideč, doplnění MK),</w:t>
      </w:r>
      <w:r w:rsidRPr="00706EDE">
        <w:rPr>
          <w:b/>
          <w:bCs/>
        </w:rPr>
        <w:t xml:space="preserve"> PS 08-02-11 </w:t>
      </w:r>
      <w:r w:rsidRPr="00706EDE">
        <w:rPr>
          <w:bCs/>
        </w:rPr>
        <w:t>(</w:t>
      </w:r>
      <w:r w:rsidRPr="00500495">
        <w:t>T</w:t>
      </w:r>
      <w:r>
        <w:t>NS Střelná, doplnění MK),</w:t>
      </w:r>
      <w:r w:rsidRPr="00706EDE">
        <w:rPr>
          <w:b/>
          <w:bCs/>
        </w:rPr>
        <w:t xml:space="preserve"> PS 04-02-51 </w:t>
      </w:r>
      <w:r w:rsidRPr="00706EDE">
        <w:rPr>
          <w:bCs/>
        </w:rPr>
        <w:t>(</w:t>
      </w:r>
      <w:r>
        <w:t>Bečva – Val. Polanka, úprava TK a HDPE) a</w:t>
      </w:r>
      <w:r w:rsidRPr="00706EDE">
        <w:rPr>
          <w:b/>
          <w:bCs/>
        </w:rPr>
        <w:t xml:space="preserve"> PS 00-02-51 </w:t>
      </w:r>
      <w:r w:rsidRPr="00706EDE">
        <w:rPr>
          <w:bCs/>
        </w:rPr>
        <w:t>(</w:t>
      </w:r>
      <w:r w:rsidRPr="00500495">
        <w:t>V</w:t>
      </w:r>
      <w:r>
        <w:t>setín – st. hr. SR, úprava</w:t>
      </w:r>
      <w:r w:rsidRPr="00706EDE">
        <w:rPr>
          <w:b/>
          <w:bCs/>
        </w:rPr>
        <w:t xml:space="preserve"> </w:t>
      </w:r>
      <w:r>
        <w:t>TOK), chybí délky kabelů a HDPE trubek. Žádáme zadavatele o doplnění.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B1749" w:rsidRPr="003C365C" w:rsidRDefault="00DB1749" w:rsidP="00DB1749">
      <w:pPr>
        <w:spacing w:after="0" w:line="240" w:lineRule="auto"/>
        <w:rPr>
          <w:rFonts w:eastAsia="Calibri" w:cs="Times New Roman"/>
          <w:i/>
          <w:lang w:eastAsia="cs-CZ"/>
        </w:rPr>
      </w:pPr>
      <w:bookmarkStart w:id="1" w:name="_Hlk148700735"/>
      <w:r w:rsidRPr="003C365C">
        <w:rPr>
          <w:rFonts w:eastAsia="Calibri" w:cs="Times New Roman"/>
          <w:i/>
          <w:lang w:eastAsia="cs-CZ"/>
        </w:rPr>
        <w:t>Bloková schémata byla doplněna o požadované délky.</w:t>
      </w:r>
    </w:p>
    <w:p w:rsidR="003C365C" w:rsidRPr="003C365C" w:rsidRDefault="003C365C" w:rsidP="00DB1749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DB1749" w:rsidRPr="003C365C" w:rsidRDefault="00DB1749" w:rsidP="00DB1749">
      <w:pPr>
        <w:spacing w:after="0" w:line="240" w:lineRule="auto"/>
        <w:rPr>
          <w:rFonts w:eastAsia="Calibri" w:cs="Times New Roman"/>
          <w:i/>
          <w:lang w:eastAsia="cs-CZ"/>
        </w:rPr>
      </w:pPr>
      <w:r w:rsidRPr="003C365C">
        <w:rPr>
          <w:rFonts w:eastAsia="Calibri" w:cs="Times New Roman"/>
          <w:i/>
          <w:lang w:eastAsia="cs-CZ"/>
        </w:rPr>
        <w:t>Příloha:</w:t>
      </w:r>
    </w:p>
    <w:p w:rsidR="00DB1749" w:rsidRPr="003C365C" w:rsidRDefault="00DB1749" w:rsidP="00DB1749">
      <w:pPr>
        <w:spacing w:after="0" w:line="240" w:lineRule="auto"/>
        <w:rPr>
          <w:rFonts w:eastAsia="Calibri" w:cs="Times New Roman"/>
          <w:i/>
          <w:lang w:eastAsia="cs-CZ"/>
        </w:rPr>
      </w:pPr>
      <w:r w:rsidRPr="003C365C">
        <w:rPr>
          <w:rFonts w:eastAsia="Calibri" w:cs="Times New Roman"/>
          <w:i/>
          <w:lang w:eastAsia="cs-CZ"/>
        </w:rPr>
        <w:t xml:space="preserve">D.1.2_2.101 </w:t>
      </w:r>
      <w:proofErr w:type="spellStart"/>
      <w:r w:rsidRPr="003C365C">
        <w:rPr>
          <w:rFonts w:eastAsia="Calibri" w:cs="Times New Roman"/>
          <w:i/>
          <w:lang w:eastAsia="cs-CZ"/>
        </w:rPr>
        <w:t>bloksch</w:t>
      </w:r>
      <w:proofErr w:type="spellEnd"/>
      <w:r w:rsidRPr="003C365C">
        <w:rPr>
          <w:rFonts w:eastAsia="Calibri" w:cs="Times New Roman"/>
          <w:i/>
          <w:lang w:eastAsia="cs-CZ"/>
        </w:rPr>
        <w:t xml:space="preserve"> MK, </w:t>
      </w:r>
      <w:proofErr w:type="spellStart"/>
      <w:r w:rsidRPr="003C365C">
        <w:rPr>
          <w:rFonts w:eastAsia="Calibri" w:cs="Times New Roman"/>
          <w:i/>
          <w:lang w:eastAsia="cs-CZ"/>
        </w:rPr>
        <w:t>zst</w:t>
      </w:r>
      <w:proofErr w:type="spellEnd"/>
      <w:r w:rsidRPr="003C365C">
        <w:rPr>
          <w:rFonts w:eastAsia="Calibri" w:cs="Times New Roman"/>
          <w:i/>
          <w:lang w:eastAsia="cs-CZ"/>
        </w:rPr>
        <w:t>. Val.Polanka.pdf</w:t>
      </w:r>
    </w:p>
    <w:p w:rsidR="00DB1749" w:rsidRPr="003C365C" w:rsidRDefault="00DB1749" w:rsidP="00DB1749">
      <w:pPr>
        <w:spacing w:after="0" w:line="240" w:lineRule="auto"/>
        <w:rPr>
          <w:rFonts w:eastAsia="Calibri" w:cs="Times New Roman"/>
          <w:i/>
          <w:lang w:eastAsia="cs-CZ"/>
        </w:rPr>
      </w:pPr>
      <w:r w:rsidRPr="003C365C">
        <w:rPr>
          <w:rFonts w:eastAsia="Calibri" w:cs="Times New Roman"/>
          <w:i/>
          <w:lang w:eastAsia="cs-CZ"/>
        </w:rPr>
        <w:t xml:space="preserve">D.1.2_2.102 </w:t>
      </w:r>
      <w:proofErr w:type="spellStart"/>
      <w:r w:rsidRPr="003C365C">
        <w:rPr>
          <w:rFonts w:eastAsia="Calibri" w:cs="Times New Roman"/>
          <w:i/>
          <w:lang w:eastAsia="cs-CZ"/>
        </w:rPr>
        <w:t>bloksch</w:t>
      </w:r>
      <w:proofErr w:type="spellEnd"/>
      <w:r w:rsidRPr="003C365C">
        <w:rPr>
          <w:rFonts w:eastAsia="Calibri" w:cs="Times New Roman"/>
          <w:i/>
          <w:lang w:eastAsia="cs-CZ"/>
        </w:rPr>
        <w:t xml:space="preserve"> MK, </w:t>
      </w:r>
      <w:proofErr w:type="spellStart"/>
      <w:r w:rsidRPr="003C365C">
        <w:rPr>
          <w:rFonts w:eastAsia="Calibri" w:cs="Times New Roman"/>
          <w:i/>
          <w:lang w:eastAsia="cs-CZ"/>
        </w:rPr>
        <w:t>zst</w:t>
      </w:r>
      <w:proofErr w:type="spellEnd"/>
      <w:r w:rsidRPr="003C365C">
        <w:rPr>
          <w:rFonts w:eastAsia="Calibri" w:cs="Times New Roman"/>
          <w:i/>
          <w:lang w:eastAsia="cs-CZ"/>
        </w:rPr>
        <w:t>. H.Lidec.pdf</w:t>
      </w:r>
    </w:p>
    <w:p w:rsidR="00DB1749" w:rsidRPr="003C365C" w:rsidRDefault="00DB1749" w:rsidP="00DB1749">
      <w:pPr>
        <w:spacing w:after="0" w:line="240" w:lineRule="auto"/>
        <w:rPr>
          <w:rFonts w:eastAsia="Calibri" w:cs="Times New Roman"/>
          <w:i/>
          <w:lang w:eastAsia="cs-CZ"/>
        </w:rPr>
      </w:pPr>
      <w:r w:rsidRPr="003C365C">
        <w:rPr>
          <w:rFonts w:eastAsia="Calibri" w:cs="Times New Roman"/>
          <w:i/>
          <w:lang w:eastAsia="cs-CZ"/>
        </w:rPr>
        <w:t xml:space="preserve">D.1.2_2.103 </w:t>
      </w:r>
      <w:proofErr w:type="spellStart"/>
      <w:r w:rsidRPr="003C365C">
        <w:rPr>
          <w:rFonts w:eastAsia="Calibri" w:cs="Times New Roman"/>
          <w:i/>
          <w:lang w:eastAsia="cs-CZ"/>
        </w:rPr>
        <w:t>bloksch</w:t>
      </w:r>
      <w:proofErr w:type="spellEnd"/>
      <w:r w:rsidRPr="003C365C">
        <w:rPr>
          <w:rFonts w:eastAsia="Calibri" w:cs="Times New Roman"/>
          <w:i/>
          <w:lang w:eastAsia="cs-CZ"/>
        </w:rPr>
        <w:t xml:space="preserve"> TNS Strelna_MK.pdf</w:t>
      </w:r>
    </w:p>
    <w:p w:rsidR="00DB1749" w:rsidRPr="003C365C" w:rsidRDefault="00DB1749" w:rsidP="00DB1749">
      <w:pPr>
        <w:spacing w:after="0" w:line="240" w:lineRule="auto"/>
        <w:rPr>
          <w:rFonts w:eastAsia="Calibri" w:cs="Times New Roman"/>
          <w:i/>
          <w:lang w:eastAsia="cs-CZ"/>
        </w:rPr>
      </w:pPr>
      <w:r w:rsidRPr="003C365C">
        <w:rPr>
          <w:rFonts w:eastAsia="Calibri" w:cs="Times New Roman"/>
          <w:i/>
          <w:lang w:eastAsia="cs-CZ"/>
        </w:rPr>
        <w:t xml:space="preserve">D.1.2_2.104 </w:t>
      </w:r>
      <w:proofErr w:type="spellStart"/>
      <w:r w:rsidRPr="003C365C">
        <w:rPr>
          <w:rFonts w:eastAsia="Calibri" w:cs="Times New Roman"/>
          <w:i/>
          <w:lang w:eastAsia="cs-CZ"/>
        </w:rPr>
        <w:t>bloksch</w:t>
      </w:r>
      <w:proofErr w:type="spellEnd"/>
      <w:r w:rsidRPr="003C365C">
        <w:rPr>
          <w:rFonts w:eastAsia="Calibri" w:cs="Times New Roman"/>
          <w:i/>
          <w:lang w:eastAsia="cs-CZ"/>
        </w:rPr>
        <w:t xml:space="preserve"> TK a trubek HDPE.pdf</w:t>
      </w:r>
    </w:p>
    <w:p w:rsidR="00BD5319" w:rsidRPr="003C365C" w:rsidRDefault="00DB1749" w:rsidP="00DB1749">
      <w:pPr>
        <w:spacing w:after="0" w:line="240" w:lineRule="auto"/>
        <w:rPr>
          <w:rFonts w:eastAsia="Calibri" w:cs="Times New Roman"/>
          <w:i/>
          <w:lang w:eastAsia="cs-CZ"/>
        </w:rPr>
      </w:pPr>
      <w:r w:rsidRPr="003C365C">
        <w:rPr>
          <w:rFonts w:eastAsia="Calibri" w:cs="Times New Roman"/>
          <w:i/>
          <w:lang w:eastAsia="cs-CZ"/>
        </w:rPr>
        <w:t xml:space="preserve">D.1.2_2.105 </w:t>
      </w:r>
      <w:proofErr w:type="spellStart"/>
      <w:r w:rsidRPr="003C365C">
        <w:rPr>
          <w:rFonts w:eastAsia="Calibri" w:cs="Times New Roman"/>
          <w:i/>
          <w:lang w:eastAsia="cs-CZ"/>
        </w:rPr>
        <w:t>bloksch</w:t>
      </w:r>
      <w:proofErr w:type="spellEnd"/>
      <w:r w:rsidRPr="003C365C">
        <w:rPr>
          <w:rFonts w:eastAsia="Calibri" w:cs="Times New Roman"/>
          <w:i/>
          <w:lang w:eastAsia="cs-CZ"/>
        </w:rPr>
        <w:t xml:space="preserve"> DOK, TOK.pdf</w:t>
      </w:r>
    </w:p>
    <w:bookmarkEnd w:id="1"/>
    <w:p w:rsidR="00706EDE" w:rsidRPr="003C365C" w:rsidRDefault="00706ED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C365C" w:rsidRPr="003C365C" w:rsidRDefault="003C365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3C365C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3C365C">
        <w:rPr>
          <w:rFonts w:eastAsia="Calibri" w:cs="Times New Roman"/>
          <w:b/>
          <w:lang w:eastAsia="cs-CZ"/>
        </w:rPr>
        <w:t>Dotaz č. 2:</w:t>
      </w:r>
      <w:r w:rsidR="00DB1749" w:rsidRPr="003C365C">
        <w:rPr>
          <w:rFonts w:eastAsia="Calibri" w:cs="Times New Roman"/>
          <w:b/>
          <w:lang w:eastAsia="cs-CZ"/>
        </w:rPr>
        <w:t xml:space="preserve"> </w:t>
      </w:r>
    </w:p>
    <w:p w:rsidR="00BD5319" w:rsidRPr="003C365C" w:rsidRDefault="00706EDE" w:rsidP="00706EDE">
      <w:pPr>
        <w:spacing w:after="160" w:line="252" w:lineRule="auto"/>
      </w:pPr>
      <w:r w:rsidRPr="003C365C">
        <w:t>Pro</w:t>
      </w:r>
      <w:r w:rsidRPr="003C365C">
        <w:rPr>
          <w:b/>
          <w:bCs/>
        </w:rPr>
        <w:t xml:space="preserve"> PS 06-02-51 (</w:t>
      </w:r>
      <w:r w:rsidRPr="003C365C">
        <w:t xml:space="preserve">Val. Polanka – Hor. Lideč, úprava TK a HDPE) a </w:t>
      </w:r>
      <w:r w:rsidRPr="003C365C">
        <w:rPr>
          <w:b/>
          <w:bCs/>
        </w:rPr>
        <w:t>PS 08-02-51 (</w:t>
      </w:r>
      <w:r w:rsidRPr="003C365C">
        <w:t>Hor. Lideč – st. hr.</w:t>
      </w:r>
      <w:r w:rsidRPr="003C365C">
        <w:rPr>
          <w:b/>
          <w:bCs/>
        </w:rPr>
        <w:t xml:space="preserve"> </w:t>
      </w:r>
      <w:r w:rsidRPr="003C365C">
        <w:t>SR, úprava TK a HDPE),</w:t>
      </w:r>
      <w:r w:rsidRPr="003C365C">
        <w:rPr>
          <w:b/>
          <w:bCs/>
        </w:rPr>
        <w:t xml:space="preserve"> </w:t>
      </w:r>
      <w:r w:rsidRPr="003C365C">
        <w:t xml:space="preserve">chybí bloková schémata včetně délek kabelů. Žádáme zadavatele o doplnění. </w:t>
      </w:r>
    </w:p>
    <w:p w:rsidR="00BD5319" w:rsidRPr="003C365C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3C365C">
        <w:rPr>
          <w:rFonts w:eastAsia="Calibri" w:cs="Times New Roman"/>
          <w:b/>
          <w:lang w:eastAsia="cs-CZ"/>
        </w:rPr>
        <w:t xml:space="preserve">Odpověď: </w:t>
      </w:r>
    </w:p>
    <w:p w:rsidR="00DB1749" w:rsidRPr="003C365C" w:rsidRDefault="00DB1749" w:rsidP="00DB1749">
      <w:pPr>
        <w:spacing w:after="0" w:line="240" w:lineRule="auto"/>
        <w:rPr>
          <w:rFonts w:eastAsia="Calibri" w:cs="Times New Roman"/>
          <w:i/>
          <w:lang w:eastAsia="cs-CZ"/>
        </w:rPr>
      </w:pPr>
      <w:r w:rsidRPr="003C365C">
        <w:rPr>
          <w:rFonts w:eastAsia="Calibri" w:cs="Times New Roman"/>
          <w:i/>
          <w:lang w:eastAsia="cs-CZ"/>
        </w:rPr>
        <w:t>Schématický zákres PS 06-02-51 a PS 08-02-51 je součástí přílohy č. 2.104 Schéma TK a HDPE, Vsetín – st. hr. SR. Délky kabelů byly do výkresu doplněné viz dotaz č.</w:t>
      </w:r>
      <w:r w:rsidR="003C365C">
        <w:rPr>
          <w:rFonts w:eastAsia="Calibri" w:cs="Times New Roman"/>
          <w:i/>
          <w:lang w:eastAsia="cs-CZ"/>
        </w:rPr>
        <w:t xml:space="preserve"> </w:t>
      </w:r>
      <w:r w:rsidRPr="003C365C">
        <w:rPr>
          <w:rFonts w:eastAsia="Calibri" w:cs="Times New Roman"/>
          <w:i/>
          <w:lang w:eastAsia="cs-CZ"/>
        </w:rPr>
        <w:t>1.</w:t>
      </w:r>
    </w:p>
    <w:p w:rsidR="00DB1749" w:rsidRPr="003C365C" w:rsidRDefault="00DB1749" w:rsidP="00DB1749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DB1749" w:rsidRPr="003C365C" w:rsidRDefault="00DB1749" w:rsidP="00DB1749">
      <w:pPr>
        <w:spacing w:after="0" w:line="240" w:lineRule="auto"/>
        <w:rPr>
          <w:rFonts w:eastAsia="Calibri" w:cs="Times New Roman"/>
          <w:i/>
          <w:lang w:eastAsia="cs-CZ"/>
        </w:rPr>
      </w:pPr>
      <w:r w:rsidRPr="003C365C">
        <w:rPr>
          <w:rFonts w:eastAsia="Calibri" w:cs="Times New Roman"/>
          <w:i/>
          <w:lang w:eastAsia="cs-CZ"/>
        </w:rPr>
        <w:t>Příloha:</w:t>
      </w:r>
    </w:p>
    <w:p w:rsidR="00DB1749" w:rsidRPr="003C365C" w:rsidRDefault="00DB1749" w:rsidP="00DB1749">
      <w:pPr>
        <w:spacing w:after="0" w:line="240" w:lineRule="auto"/>
        <w:rPr>
          <w:rFonts w:eastAsia="Calibri" w:cs="Times New Roman"/>
          <w:i/>
          <w:lang w:eastAsia="cs-CZ"/>
        </w:rPr>
      </w:pPr>
      <w:r w:rsidRPr="003C365C">
        <w:rPr>
          <w:rFonts w:eastAsia="Calibri" w:cs="Times New Roman"/>
          <w:i/>
          <w:lang w:eastAsia="cs-CZ"/>
        </w:rPr>
        <w:t xml:space="preserve">D.1.2_2.104 </w:t>
      </w:r>
      <w:proofErr w:type="spellStart"/>
      <w:r w:rsidRPr="003C365C">
        <w:rPr>
          <w:rFonts w:eastAsia="Calibri" w:cs="Times New Roman"/>
          <w:i/>
          <w:lang w:eastAsia="cs-CZ"/>
        </w:rPr>
        <w:t>bloksch</w:t>
      </w:r>
      <w:proofErr w:type="spellEnd"/>
      <w:r w:rsidRPr="003C365C">
        <w:rPr>
          <w:rFonts w:eastAsia="Calibri" w:cs="Times New Roman"/>
          <w:i/>
          <w:lang w:eastAsia="cs-CZ"/>
        </w:rPr>
        <w:t xml:space="preserve"> TK a trubek HDPE.pdf</w:t>
      </w:r>
    </w:p>
    <w:p w:rsidR="00BD5319" w:rsidRPr="003C365C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706EDE" w:rsidRPr="00BD5319" w:rsidRDefault="00706EDE" w:rsidP="00706ED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06EDE" w:rsidRPr="00BD5319" w:rsidRDefault="00706EDE" w:rsidP="00706ED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  <w:r w:rsidR="00DB1749">
        <w:rPr>
          <w:rFonts w:eastAsia="Calibri" w:cs="Times New Roman"/>
          <w:b/>
          <w:lang w:eastAsia="cs-CZ"/>
        </w:rPr>
        <w:t xml:space="preserve"> </w:t>
      </w:r>
    </w:p>
    <w:p w:rsidR="003C365C" w:rsidRDefault="00706EDE" w:rsidP="003C365C">
      <w:pPr>
        <w:spacing w:after="160" w:line="252" w:lineRule="auto"/>
      </w:pPr>
      <w:r>
        <w:t>Jaká třída těžitelnosti zeminy je limitní (uvažována) pro zemní práce provozních souborů sdělovacího zařízení pro traťové kabely, dálkové optické kabely a pro místní kabelizaci?</w:t>
      </w:r>
      <w:r w:rsidR="003C365C">
        <w:t xml:space="preserve"> </w:t>
      </w:r>
      <w:r>
        <w:t xml:space="preserve">Předpokládáme správně, že třída 4. dle starší ČSN 73 3050 viz tabulka? </w:t>
      </w:r>
    </w:p>
    <w:p w:rsidR="003C365C" w:rsidRPr="003C365C" w:rsidRDefault="00706EDE" w:rsidP="003C365C">
      <w:pPr>
        <w:spacing w:after="160" w:line="252" w:lineRule="auto"/>
      </w:pPr>
      <w:r>
        <w:rPr>
          <w:noProof/>
          <w:lang w:eastAsia="cs-CZ"/>
        </w:rPr>
        <w:lastRenderedPageBreak/>
        <w:drawing>
          <wp:inline distT="0" distB="0" distL="0" distR="0" wp14:anchorId="2E84A614" wp14:editId="31E41B91">
            <wp:extent cx="5089525" cy="2379345"/>
            <wp:effectExtent l="0" t="0" r="0" b="1905"/>
            <wp:docPr id="5" name="Obrázek 5" descr="cid:image001.jpg@01DA0342.FEAB8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id:image001.jpg@01DA0342.FEAB877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525" cy="237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EDE" w:rsidRPr="00BD5319" w:rsidRDefault="00706EDE" w:rsidP="003C365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706EDE" w:rsidRPr="003C365C" w:rsidRDefault="005F0494" w:rsidP="003C365C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3C365C">
        <w:rPr>
          <w:rFonts w:eastAsia="Calibri" w:cs="Times New Roman"/>
          <w:i/>
          <w:lang w:eastAsia="cs-CZ"/>
        </w:rPr>
        <w:t>Ano, uvažuje se</w:t>
      </w:r>
      <w:r w:rsidR="00DB1749" w:rsidRPr="003C365C">
        <w:rPr>
          <w:rFonts w:eastAsia="Calibri" w:cs="Times New Roman"/>
          <w:i/>
          <w:lang w:eastAsia="cs-CZ"/>
        </w:rPr>
        <w:t xml:space="preserve"> </w:t>
      </w:r>
      <w:r w:rsidRPr="003C365C">
        <w:rPr>
          <w:i/>
        </w:rPr>
        <w:t>dle</w:t>
      </w:r>
      <w:r w:rsidR="00DB1749" w:rsidRPr="003C365C">
        <w:rPr>
          <w:i/>
        </w:rPr>
        <w:t xml:space="preserve"> </w:t>
      </w:r>
      <w:r w:rsidR="00DB19C3" w:rsidRPr="003C365C">
        <w:rPr>
          <w:i/>
        </w:rPr>
        <w:t xml:space="preserve">starší </w:t>
      </w:r>
      <w:r w:rsidR="00DB1749" w:rsidRPr="003C365C">
        <w:rPr>
          <w:i/>
        </w:rPr>
        <w:t xml:space="preserve">ČSN 73 3050 maximálně </w:t>
      </w:r>
      <w:r w:rsidRPr="003C365C">
        <w:rPr>
          <w:i/>
        </w:rPr>
        <w:t>třída</w:t>
      </w:r>
      <w:r w:rsidR="00DB1749" w:rsidRPr="003C365C">
        <w:rPr>
          <w:i/>
        </w:rPr>
        <w:t xml:space="preserve"> 4.</w:t>
      </w:r>
    </w:p>
    <w:p w:rsidR="00706EDE" w:rsidRDefault="00706EDE" w:rsidP="003C365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C365C" w:rsidRPr="00BD5319" w:rsidRDefault="003C365C" w:rsidP="003C365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B1749" w:rsidRPr="00BD5319" w:rsidRDefault="00706EDE" w:rsidP="003C365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  <w:r w:rsidR="00DB1749" w:rsidRPr="00DB1749">
        <w:rPr>
          <w:rFonts w:eastAsia="Calibri" w:cs="Times New Roman"/>
          <w:b/>
          <w:lang w:eastAsia="cs-CZ"/>
        </w:rPr>
        <w:t xml:space="preserve"> </w:t>
      </w:r>
      <w:r w:rsidR="00DB1749">
        <w:rPr>
          <w:rFonts w:eastAsia="Calibri" w:cs="Times New Roman"/>
          <w:b/>
          <w:lang w:eastAsia="cs-CZ"/>
        </w:rPr>
        <w:t xml:space="preserve"> </w:t>
      </w:r>
    </w:p>
    <w:p w:rsidR="00DB1749" w:rsidRDefault="00DB1749" w:rsidP="003C365C">
      <w:pPr>
        <w:spacing w:after="0" w:line="240" w:lineRule="auto"/>
      </w:pPr>
      <w:r>
        <w:t>V návaznosti na předchozí dotaz. Jaká třída těžitelnosti zeminy je limitní (uvažována) pro zemní práce provozních souborů části D.1 Zabezpečovací zařízení? Předpokládáme správně, že třída 4. dle starší ČSN 73 3050?</w:t>
      </w:r>
    </w:p>
    <w:p w:rsidR="00DB1749" w:rsidRPr="00BD5319" w:rsidRDefault="00DB1749" w:rsidP="003C365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B1749" w:rsidRPr="00BD5319" w:rsidRDefault="00DB1749" w:rsidP="003C365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B1749" w:rsidRPr="003C365C" w:rsidRDefault="005F0494" w:rsidP="003C365C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3C365C">
        <w:rPr>
          <w:rFonts w:eastAsia="Calibri" w:cs="Times New Roman"/>
          <w:i/>
          <w:lang w:eastAsia="cs-CZ"/>
        </w:rPr>
        <w:t>Ano,</w:t>
      </w:r>
      <w:r w:rsidR="00DB1749" w:rsidRPr="003C365C">
        <w:rPr>
          <w:rFonts w:eastAsia="Calibri" w:cs="Times New Roman"/>
          <w:i/>
          <w:lang w:eastAsia="cs-CZ"/>
        </w:rPr>
        <w:t xml:space="preserve"> </w:t>
      </w:r>
      <w:r w:rsidRPr="003C365C">
        <w:rPr>
          <w:i/>
        </w:rPr>
        <w:t>dle</w:t>
      </w:r>
      <w:r w:rsidR="00DB1749" w:rsidRPr="003C365C">
        <w:rPr>
          <w:i/>
        </w:rPr>
        <w:t xml:space="preserve"> </w:t>
      </w:r>
      <w:r w:rsidR="00DB19C3" w:rsidRPr="003C365C">
        <w:rPr>
          <w:i/>
        </w:rPr>
        <w:t xml:space="preserve">starší </w:t>
      </w:r>
      <w:r w:rsidR="00DB1749" w:rsidRPr="003C365C">
        <w:rPr>
          <w:i/>
        </w:rPr>
        <w:t xml:space="preserve">ČSN 73 3050 maximálně </w:t>
      </w:r>
      <w:r w:rsidRPr="003C365C">
        <w:rPr>
          <w:i/>
        </w:rPr>
        <w:t>třída</w:t>
      </w:r>
      <w:r w:rsidR="00DB1749" w:rsidRPr="003C365C">
        <w:rPr>
          <w:i/>
        </w:rPr>
        <w:t xml:space="preserve"> 4.</w:t>
      </w:r>
    </w:p>
    <w:p w:rsidR="001F5F08" w:rsidRDefault="001F5F08" w:rsidP="003C365C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3C365C" w:rsidRDefault="003C365C" w:rsidP="003C365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F5F08" w:rsidRPr="00BD5319" w:rsidRDefault="001F5F08" w:rsidP="003C365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:rsidR="001F5F08" w:rsidRPr="001F5F08" w:rsidRDefault="001F5F08" w:rsidP="003C365C">
      <w:pPr>
        <w:spacing w:after="0" w:line="240" w:lineRule="auto"/>
      </w:pPr>
      <w:r w:rsidRPr="001F5F08">
        <w:rPr>
          <w:b/>
        </w:rPr>
        <w:t>PS 08-02-11 (TNS Střelná, doplnění MK</w:t>
      </w:r>
      <w:r w:rsidRPr="001F5F08">
        <w:t>): V technické zprávě doplnění MK, se hovoří o komunikátoru u vstupní brány do TNS. Ve výkresu k tomuto provoznímu souboru je poznámka, že komunikátor bude součástí dodávky vstupní brány. Domníváme se správně, že vstupní brána s komunikátorem není součástí PS 08-02-11 a že v rámci tohoto PS je pouze dodávka kabelu TCEKPFLEZE 5XN0,6 pro vstupní bránu a komunikátor? Žádáme zadavatele o upřesnění.</w:t>
      </w:r>
    </w:p>
    <w:p w:rsidR="00706EDE" w:rsidRDefault="00706EDE" w:rsidP="003C365C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:rsidR="001F5F08" w:rsidRPr="00BD5319" w:rsidRDefault="00DB19C3" w:rsidP="003C365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1F5F08" w:rsidRPr="003C365C" w:rsidRDefault="000F6A37" w:rsidP="003C365C">
      <w:pPr>
        <w:spacing w:after="0" w:line="240" w:lineRule="auto"/>
        <w:jc w:val="both"/>
        <w:rPr>
          <w:i/>
          <w:lang w:eastAsia="cs-CZ"/>
        </w:rPr>
      </w:pPr>
      <w:r w:rsidRPr="003C365C">
        <w:rPr>
          <w:i/>
          <w:lang w:eastAsia="cs-CZ"/>
        </w:rPr>
        <w:t>Součástí PS 08-02-51 je pouze kabel ke komunikátoru. Samotný komunikátor je součástí dodávky vstupní brány.</w:t>
      </w:r>
    </w:p>
    <w:p w:rsidR="000F6A37" w:rsidRDefault="000F6A37" w:rsidP="003C365C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:rsidR="00BD5319" w:rsidRDefault="00BD5319" w:rsidP="003C365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396E8C" w:rsidRDefault="00BD5319" w:rsidP="003C365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BD5319" w:rsidRPr="00BD5319" w:rsidRDefault="00BD5319" w:rsidP="003C365C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BD5319" w:rsidRPr="00BD5319" w:rsidRDefault="00BD5319" w:rsidP="003C365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3C365C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3C365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3C365C" w:rsidRPr="003C365C" w:rsidRDefault="00BD5319" w:rsidP="003C365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C365C">
        <w:rPr>
          <w:rFonts w:eastAsia="Calibri" w:cs="Times New Roman"/>
          <w:b/>
          <w:bCs/>
          <w:lang w:eastAsia="cs-CZ"/>
        </w:rPr>
        <w:t xml:space="preserve">Příloha: </w:t>
      </w:r>
      <w:r w:rsidRPr="003C365C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C365C">
        <w:rPr>
          <w:rFonts w:eastAsia="Calibri" w:cs="Times New Roman"/>
          <w:bCs/>
          <w:lang w:eastAsia="cs-CZ"/>
        </w:rPr>
        <w:instrText xml:space="preserve"> FORMTEXT </w:instrText>
      </w:r>
      <w:r w:rsidRPr="003C365C">
        <w:rPr>
          <w:rFonts w:eastAsia="Calibri" w:cs="Times New Roman"/>
          <w:bCs/>
          <w:lang w:eastAsia="cs-CZ"/>
        </w:rPr>
      </w:r>
      <w:r w:rsidRPr="003C365C">
        <w:rPr>
          <w:rFonts w:eastAsia="Calibri" w:cs="Times New Roman"/>
          <w:bCs/>
          <w:lang w:eastAsia="cs-CZ"/>
        </w:rPr>
        <w:fldChar w:fldCharType="separate"/>
      </w:r>
      <w:r w:rsidRPr="003C365C">
        <w:rPr>
          <w:rFonts w:eastAsia="Calibri" w:cs="Times New Roman"/>
          <w:bCs/>
          <w:lang w:eastAsia="cs-CZ"/>
        </w:rPr>
        <w:t> </w:t>
      </w:r>
      <w:r w:rsidRPr="003C365C">
        <w:rPr>
          <w:rFonts w:eastAsia="Calibri" w:cs="Times New Roman"/>
          <w:bCs/>
          <w:lang w:eastAsia="cs-CZ"/>
        </w:rPr>
        <w:t> </w:t>
      </w:r>
      <w:r w:rsidRPr="003C365C">
        <w:rPr>
          <w:rFonts w:eastAsia="Calibri" w:cs="Times New Roman"/>
          <w:bCs/>
          <w:lang w:eastAsia="cs-CZ"/>
        </w:rPr>
        <w:t> </w:t>
      </w:r>
      <w:r w:rsidRPr="003C365C">
        <w:rPr>
          <w:rFonts w:eastAsia="Calibri" w:cs="Times New Roman"/>
          <w:bCs/>
          <w:lang w:eastAsia="cs-CZ"/>
        </w:rPr>
        <w:t> </w:t>
      </w:r>
      <w:r w:rsidRPr="003C365C">
        <w:rPr>
          <w:rFonts w:eastAsia="Calibri" w:cs="Times New Roman"/>
          <w:bCs/>
          <w:lang w:eastAsia="cs-CZ"/>
        </w:rPr>
        <w:t> </w:t>
      </w:r>
      <w:r w:rsidRPr="003C365C">
        <w:rPr>
          <w:rFonts w:eastAsia="Calibri" w:cs="Times New Roman"/>
          <w:bCs/>
          <w:lang w:eastAsia="cs-CZ"/>
        </w:rPr>
        <w:fldChar w:fldCharType="end"/>
      </w:r>
      <w:r w:rsidR="003C365C" w:rsidRPr="003C365C">
        <w:rPr>
          <w:rFonts w:eastAsia="Calibri" w:cs="Times New Roman"/>
          <w:lang w:eastAsia="cs-CZ"/>
        </w:rPr>
        <w:t xml:space="preserve">D.1.2_2.101 </w:t>
      </w:r>
      <w:proofErr w:type="spellStart"/>
      <w:r w:rsidR="003C365C" w:rsidRPr="003C365C">
        <w:rPr>
          <w:rFonts w:eastAsia="Calibri" w:cs="Times New Roman"/>
          <w:lang w:eastAsia="cs-CZ"/>
        </w:rPr>
        <w:t>bloksch</w:t>
      </w:r>
      <w:proofErr w:type="spellEnd"/>
      <w:r w:rsidR="003C365C" w:rsidRPr="003C365C">
        <w:rPr>
          <w:rFonts w:eastAsia="Calibri" w:cs="Times New Roman"/>
          <w:lang w:eastAsia="cs-CZ"/>
        </w:rPr>
        <w:t xml:space="preserve"> MK, </w:t>
      </w:r>
      <w:proofErr w:type="spellStart"/>
      <w:r w:rsidR="003C365C" w:rsidRPr="003C365C">
        <w:rPr>
          <w:rFonts w:eastAsia="Calibri" w:cs="Times New Roman"/>
          <w:lang w:eastAsia="cs-CZ"/>
        </w:rPr>
        <w:t>zst</w:t>
      </w:r>
      <w:proofErr w:type="spellEnd"/>
      <w:r w:rsidR="003C365C" w:rsidRPr="003C365C">
        <w:rPr>
          <w:rFonts w:eastAsia="Calibri" w:cs="Times New Roman"/>
          <w:lang w:eastAsia="cs-CZ"/>
        </w:rPr>
        <w:t>. Val.Polanka.pdf</w:t>
      </w:r>
    </w:p>
    <w:p w:rsidR="003C365C" w:rsidRPr="003C365C" w:rsidRDefault="003C365C" w:rsidP="003C365C">
      <w:pPr>
        <w:spacing w:after="0" w:line="240" w:lineRule="auto"/>
        <w:ind w:left="708" w:firstLine="708"/>
        <w:rPr>
          <w:rFonts w:eastAsia="Calibri" w:cs="Times New Roman"/>
          <w:lang w:eastAsia="cs-CZ"/>
        </w:rPr>
      </w:pPr>
      <w:r w:rsidRPr="003C365C">
        <w:rPr>
          <w:rFonts w:eastAsia="Calibri" w:cs="Times New Roman"/>
          <w:lang w:eastAsia="cs-CZ"/>
        </w:rPr>
        <w:t xml:space="preserve">D.1.2_2.102 </w:t>
      </w:r>
      <w:proofErr w:type="spellStart"/>
      <w:r w:rsidRPr="003C365C">
        <w:rPr>
          <w:rFonts w:eastAsia="Calibri" w:cs="Times New Roman"/>
          <w:lang w:eastAsia="cs-CZ"/>
        </w:rPr>
        <w:t>bloksch</w:t>
      </w:r>
      <w:proofErr w:type="spellEnd"/>
      <w:r w:rsidRPr="003C365C">
        <w:rPr>
          <w:rFonts w:eastAsia="Calibri" w:cs="Times New Roman"/>
          <w:lang w:eastAsia="cs-CZ"/>
        </w:rPr>
        <w:t xml:space="preserve"> MK, </w:t>
      </w:r>
      <w:proofErr w:type="spellStart"/>
      <w:r w:rsidRPr="003C365C">
        <w:rPr>
          <w:rFonts w:eastAsia="Calibri" w:cs="Times New Roman"/>
          <w:lang w:eastAsia="cs-CZ"/>
        </w:rPr>
        <w:t>zst</w:t>
      </w:r>
      <w:proofErr w:type="spellEnd"/>
      <w:r w:rsidRPr="003C365C">
        <w:rPr>
          <w:rFonts w:eastAsia="Calibri" w:cs="Times New Roman"/>
          <w:lang w:eastAsia="cs-CZ"/>
        </w:rPr>
        <w:t>. H.Lidec.pdf</w:t>
      </w:r>
    </w:p>
    <w:p w:rsidR="003C365C" w:rsidRPr="003C365C" w:rsidRDefault="003C365C" w:rsidP="003C365C">
      <w:pPr>
        <w:spacing w:after="0" w:line="240" w:lineRule="auto"/>
        <w:ind w:left="708" w:firstLine="708"/>
        <w:rPr>
          <w:rFonts w:eastAsia="Calibri" w:cs="Times New Roman"/>
          <w:lang w:eastAsia="cs-CZ"/>
        </w:rPr>
      </w:pPr>
      <w:r w:rsidRPr="003C365C">
        <w:rPr>
          <w:rFonts w:eastAsia="Calibri" w:cs="Times New Roman"/>
          <w:lang w:eastAsia="cs-CZ"/>
        </w:rPr>
        <w:t xml:space="preserve">D.1.2_2.103 </w:t>
      </w:r>
      <w:proofErr w:type="spellStart"/>
      <w:r w:rsidRPr="003C365C">
        <w:rPr>
          <w:rFonts w:eastAsia="Calibri" w:cs="Times New Roman"/>
          <w:lang w:eastAsia="cs-CZ"/>
        </w:rPr>
        <w:t>bloksch</w:t>
      </w:r>
      <w:proofErr w:type="spellEnd"/>
      <w:r w:rsidRPr="003C365C">
        <w:rPr>
          <w:rFonts w:eastAsia="Calibri" w:cs="Times New Roman"/>
          <w:lang w:eastAsia="cs-CZ"/>
        </w:rPr>
        <w:t xml:space="preserve"> TNS Strelna_MK.pdf</w:t>
      </w:r>
    </w:p>
    <w:p w:rsidR="003C365C" w:rsidRPr="003C365C" w:rsidRDefault="003C365C" w:rsidP="003C365C">
      <w:pPr>
        <w:spacing w:after="0" w:line="240" w:lineRule="auto"/>
        <w:ind w:left="708" w:firstLine="708"/>
        <w:rPr>
          <w:rFonts w:eastAsia="Calibri" w:cs="Times New Roman"/>
          <w:lang w:eastAsia="cs-CZ"/>
        </w:rPr>
      </w:pPr>
      <w:r w:rsidRPr="003C365C">
        <w:rPr>
          <w:rFonts w:eastAsia="Calibri" w:cs="Times New Roman"/>
          <w:lang w:eastAsia="cs-CZ"/>
        </w:rPr>
        <w:t xml:space="preserve">D.1.2_2.104 </w:t>
      </w:r>
      <w:proofErr w:type="spellStart"/>
      <w:r w:rsidRPr="003C365C">
        <w:rPr>
          <w:rFonts w:eastAsia="Calibri" w:cs="Times New Roman"/>
          <w:lang w:eastAsia="cs-CZ"/>
        </w:rPr>
        <w:t>bloksch</w:t>
      </w:r>
      <w:proofErr w:type="spellEnd"/>
      <w:r w:rsidRPr="003C365C">
        <w:rPr>
          <w:rFonts w:eastAsia="Calibri" w:cs="Times New Roman"/>
          <w:lang w:eastAsia="cs-CZ"/>
        </w:rPr>
        <w:t xml:space="preserve"> TK a trubek HDPE.pdf</w:t>
      </w:r>
    </w:p>
    <w:p w:rsidR="003C365C" w:rsidRPr="003C365C" w:rsidRDefault="003C365C" w:rsidP="003C365C">
      <w:pPr>
        <w:spacing w:after="0" w:line="240" w:lineRule="auto"/>
        <w:ind w:left="708" w:firstLine="708"/>
        <w:rPr>
          <w:rFonts w:eastAsia="Calibri" w:cs="Times New Roman"/>
          <w:lang w:eastAsia="cs-CZ"/>
        </w:rPr>
      </w:pPr>
      <w:r w:rsidRPr="003C365C">
        <w:rPr>
          <w:rFonts w:eastAsia="Calibri" w:cs="Times New Roman"/>
          <w:lang w:eastAsia="cs-CZ"/>
        </w:rPr>
        <w:t xml:space="preserve">D.1.2_2.105 </w:t>
      </w:r>
      <w:proofErr w:type="spellStart"/>
      <w:r w:rsidRPr="003C365C">
        <w:rPr>
          <w:rFonts w:eastAsia="Calibri" w:cs="Times New Roman"/>
          <w:lang w:eastAsia="cs-CZ"/>
        </w:rPr>
        <w:t>bloksch</w:t>
      </w:r>
      <w:proofErr w:type="spellEnd"/>
      <w:r w:rsidRPr="003C365C">
        <w:rPr>
          <w:rFonts w:eastAsia="Calibri" w:cs="Times New Roman"/>
          <w:lang w:eastAsia="cs-CZ"/>
        </w:rPr>
        <w:t xml:space="preserve"> DOK, TOK.pdf</w:t>
      </w:r>
    </w:p>
    <w:p w:rsidR="00BD5319" w:rsidRPr="003C365C" w:rsidRDefault="00BD5319" w:rsidP="003C365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3C365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365C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3C365C">
        <w:rPr>
          <w:rFonts w:eastAsia="Calibri" w:cs="Times New Roman"/>
          <w:lang w:eastAsia="cs-CZ"/>
        </w:rPr>
        <w:t>25. 10. 2023</w:t>
      </w:r>
    </w:p>
    <w:p w:rsidR="00BD5319" w:rsidRPr="00BD5319" w:rsidRDefault="00BD5319" w:rsidP="003C365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3C365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C365C" w:rsidRDefault="003C365C" w:rsidP="003C365C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3C365C" w:rsidRPr="00BD5319" w:rsidRDefault="003C365C" w:rsidP="003C365C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3C365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3C365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BD5319" w:rsidRPr="00BD5319" w:rsidRDefault="00BD5319" w:rsidP="003C365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CB7B5A" w:rsidRPr="003C365C" w:rsidRDefault="00BD5319" w:rsidP="003C365C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CB7B5A" w:rsidRPr="003C365C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699" w:rsidRDefault="00724699" w:rsidP="00962258">
      <w:pPr>
        <w:spacing w:after="0" w:line="240" w:lineRule="auto"/>
      </w:pPr>
      <w:r>
        <w:separator/>
      </w:r>
    </w:p>
  </w:endnote>
  <w:endnote w:type="continuationSeparator" w:id="0">
    <w:p w:rsidR="00724699" w:rsidRDefault="007246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64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646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7825C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7F335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64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646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714A8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EA30F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699" w:rsidRDefault="00724699" w:rsidP="00962258">
      <w:pPr>
        <w:spacing w:after="0" w:line="240" w:lineRule="auto"/>
      </w:pPr>
      <w:r>
        <w:separator/>
      </w:r>
    </w:p>
  </w:footnote>
  <w:footnote w:type="continuationSeparator" w:id="0">
    <w:p w:rsidR="00724699" w:rsidRDefault="007246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BB60F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1DE0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5CD17FCB"/>
    <w:multiLevelType w:val="hybridMultilevel"/>
    <w:tmpl w:val="D18A312A"/>
    <w:lvl w:ilvl="0" w:tplc="6FBE6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E0BCF"/>
    <w:multiLevelType w:val="hybridMultilevel"/>
    <w:tmpl w:val="D18A312A"/>
    <w:lvl w:ilvl="0" w:tplc="6FBE6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E0423D6"/>
    <w:multiLevelType w:val="hybridMultilevel"/>
    <w:tmpl w:val="D18A312A"/>
    <w:lvl w:ilvl="0" w:tplc="6FBE6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F6A37"/>
    <w:rsid w:val="00114472"/>
    <w:rsid w:val="00170EC5"/>
    <w:rsid w:val="001747C1"/>
    <w:rsid w:val="0018596A"/>
    <w:rsid w:val="001B69C2"/>
    <w:rsid w:val="001C4DA0"/>
    <w:rsid w:val="001F5F08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C365C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F0494"/>
    <w:rsid w:val="006104F6"/>
    <w:rsid w:val="0061068E"/>
    <w:rsid w:val="00660AD3"/>
    <w:rsid w:val="006A5570"/>
    <w:rsid w:val="006A689C"/>
    <w:rsid w:val="006B3D79"/>
    <w:rsid w:val="006C6460"/>
    <w:rsid w:val="006E0578"/>
    <w:rsid w:val="006E314D"/>
    <w:rsid w:val="006E7F06"/>
    <w:rsid w:val="00706EDE"/>
    <w:rsid w:val="00710723"/>
    <w:rsid w:val="00712ED1"/>
    <w:rsid w:val="00723ED1"/>
    <w:rsid w:val="00724699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3317F"/>
    <w:rsid w:val="008666FD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208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B1749"/>
    <w:rsid w:val="00DB19C3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747B63"/>
  <w14:defaultImageDpi w14:val="32767"/>
  <w15:docId w15:val="{3DC2E582-00E3-4181-9CAF-5FB40763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A0342.FEAB877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0411B29-7FCC-4954-870E-3A2FC5917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67</TotalTime>
  <Pages>2</Pages>
  <Words>495</Words>
  <Characters>2921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12</cp:revision>
  <cp:lastPrinted>2019-02-22T13:28:00Z</cp:lastPrinted>
  <dcterms:created xsi:type="dcterms:W3CDTF">2020-01-24T13:38:00Z</dcterms:created>
  <dcterms:modified xsi:type="dcterms:W3CDTF">2023-10-24T11:56:00Z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